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538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</w:tblGrid>
      <w:tr w:rsidR="001411FC" w:rsidRPr="000664FF" w14:paraId="6D85E03A" w14:textId="77777777" w:rsidTr="001411FC">
        <w:trPr>
          <w:trHeight w:val="1"/>
        </w:trPr>
        <w:tc>
          <w:tcPr>
            <w:tcW w:w="5386" w:type="dxa"/>
          </w:tcPr>
          <w:p w14:paraId="7C063FB8" w14:textId="77777777" w:rsidR="00170503" w:rsidRDefault="00170503" w:rsidP="00170503">
            <w:pPr>
              <w:pStyle w:val="Absender"/>
            </w:pPr>
            <w:r>
              <w:t>Technische Universität München | Arcisstraße 21 | 80333 München</w:t>
            </w:r>
          </w:p>
          <w:p w14:paraId="16C77C7E" w14:textId="46A63E5E" w:rsidR="00CA7E41" w:rsidRDefault="00B72A1B" w:rsidP="00170503">
            <w:pPr>
              <w:pStyle w:val="Absender"/>
            </w:pPr>
            <w:r>
              <w:t>Am Coulombwall 4a, D-85748 Garching</w:t>
            </w:r>
          </w:p>
          <w:sdt>
            <w:sdtPr>
              <w:rPr>
                <w:noProof/>
              </w:rPr>
              <w:alias w:val="Empfänger"/>
              <w:tag w:val="Empfänger"/>
              <w:id w:val="31549968"/>
              <w:placeholder>
                <w:docPart w:val="3E1C3AE4E7141B44B955770F6762D7ED"/>
              </w:placeholder>
            </w:sdtPr>
            <w:sdtEndPr/>
            <w:sdtContent>
              <w:p w14:paraId="6410D5DD" w14:textId="77777777" w:rsidR="00051716" w:rsidRDefault="00051716" w:rsidP="00EA6AC4"/>
              <w:p w14:paraId="4567CC58" w14:textId="599B51EB" w:rsidR="00EF31EC" w:rsidRPr="00EF31EC" w:rsidRDefault="000664FF" w:rsidP="00EF31EC">
                <w:pPr>
                  <w:rPr>
                    <w:rFonts w:ascii="Arial" w:eastAsia="Calibri" w:hAnsi="Arial" w:cs="Arial"/>
                    <w:lang w:val="en-US"/>
                  </w:rPr>
                </w:pPr>
                <w:r>
                  <w:rPr>
                    <w:rFonts w:ascii="Arial" w:eastAsia="Calibri" w:hAnsi="Arial" w:cs="Arial"/>
                    <w:lang w:val="en-US"/>
                  </w:rPr>
                  <w:t>Phillip Steindel</w:t>
                </w:r>
                <w:r w:rsidR="00EF31EC" w:rsidRPr="00EF31EC">
                  <w:rPr>
                    <w:rFonts w:ascii="Arial" w:eastAsia="Calibri" w:hAnsi="Arial" w:cs="Arial"/>
                    <w:lang w:val="en-US"/>
                  </w:rPr>
                  <w:t>, PhD.</w:t>
                </w:r>
              </w:p>
              <w:p w14:paraId="3A171699" w14:textId="390614A5" w:rsidR="00EF31EC" w:rsidRPr="00EF31EC" w:rsidRDefault="000664FF" w:rsidP="00EF31EC">
                <w:pPr>
                  <w:rPr>
                    <w:rFonts w:ascii="Arial" w:eastAsia="Calibri" w:hAnsi="Arial" w:cs="Arial"/>
                    <w:lang w:val="en-US"/>
                  </w:rPr>
                </w:pPr>
                <w:r>
                  <w:rPr>
                    <w:rFonts w:ascii="Arial" w:eastAsia="Calibri" w:hAnsi="Arial" w:cs="Arial"/>
                    <w:lang w:val="en-US"/>
                  </w:rPr>
                  <w:t>Review</w:t>
                </w:r>
                <w:bookmarkStart w:id="0" w:name="_GoBack"/>
                <w:bookmarkEnd w:id="0"/>
                <w:r w:rsidR="00EF31EC" w:rsidRPr="00EF31EC">
                  <w:rPr>
                    <w:rFonts w:ascii="Arial" w:eastAsia="Calibri" w:hAnsi="Arial" w:cs="Arial"/>
                    <w:lang w:val="en-US"/>
                  </w:rPr>
                  <w:t xml:space="preserve"> Editor</w:t>
                </w:r>
              </w:p>
              <w:p w14:paraId="22CAC220" w14:textId="77777777" w:rsidR="00EF31EC" w:rsidRPr="00EF31EC" w:rsidRDefault="00EF31EC" w:rsidP="00EF31EC">
                <w:pPr>
                  <w:rPr>
                    <w:rFonts w:ascii="Arial" w:eastAsia="Calibri" w:hAnsi="Arial" w:cs="Arial"/>
                    <w:lang w:val="en-US"/>
                  </w:rPr>
                </w:pPr>
                <w:r w:rsidRPr="00EF31EC">
                  <w:rPr>
                    <w:rFonts w:ascii="Arial" w:eastAsia="Calibri" w:hAnsi="Arial" w:cs="Arial"/>
                    <w:lang w:val="en-US"/>
                  </w:rPr>
                  <w:t>JoVE</w:t>
                </w:r>
              </w:p>
              <w:p w14:paraId="7AD2369B" w14:textId="57861798" w:rsidR="00995885" w:rsidRPr="005360F4" w:rsidRDefault="00EF31EC" w:rsidP="00EF31EC">
                <w:pPr>
                  <w:pStyle w:val="Empfnger"/>
                  <w:rPr>
                    <w:lang w:val="en-US"/>
                  </w:rPr>
                </w:pPr>
                <w:r w:rsidRPr="00EF31EC">
                  <w:rPr>
                    <w:rFonts w:ascii="Arial" w:eastAsia="Calibri" w:hAnsi="Arial" w:cs="Arial"/>
                    <w:lang w:val="en-US"/>
                  </w:rPr>
                  <w:t>1 Alewife Center, Suite 200, Cambridge, MA 02140</w:t>
                </w:r>
              </w:p>
            </w:sdtContent>
          </w:sdt>
        </w:tc>
      </w:tr>
    </w:tbl>
    <w:p w14:paraId="5E1B78E5" w14:textId="77777777" w:rsidR="00CA7D58" w:rsidRDefault="00CA7D58" w:rsidP="00CA7D58">
      <w:pPr>
        <w:outlineLvl w:val="0"/>
        <w:rPr>
          <w:rFonts w:ascii="Arial" w:hAnsi="Arial" w:cs="Helvetica"/>
          <w:lang w:val="en-US"/>
        </w:rPr>
      </w:pPr>
    </w:p>
    <w:p w14:paraId="7E13F142" w14:textId="7E16F340" w:rsidR="00CA7D58" w:rsidRPr="000664FF" w:rsidRDefault="00D3056F" w:rsidP="00EF31EC">
      <w:pPr>
        <w:outlineLvl w:val="0"/>
        <w:rPr>
          <w:rFonts w:ascii="Arial" w:hAnsi="Arial" w:cs="Helvetica"/>
        </w:rPr>
      </w:pPr>
      <w:r w:rsidRPr="000664FF">
        <w:rPr>
          <w:rFonts w:ascii="Arial" w:hAnsi="Arial" w:cs="Helvetica"/>
        </w:rPr>
        <w:t>Munich</w:t>
      </w:r>
      <w:r w:rsidR="00313572" w:rsidRPr="000664FF">
        <w:rPr>
          <w:rFonts w:ascii="Arial" w:hAnsi="Arial" w:cs="Helvetica"/>
        </w:rPr>
        <w:t xml:space="preserve">, </w:t>
      </w:r>
      <w:r w:rsidR="00D811F6" w:rsidRPr="000664FF">
        <w:rPr>
          <w:rFonts w:ascii="Arial" w:hAnsi="Arial" w:cs="Helvetica"/>
        </w:rPr>
        <w:t xml:space="preserve"> August 3</w:t>
      </w:r>
      <w:r w:rsidR="00D811F6" w:rsidRPr="000664FF">
        <w:rPr>
          <w:rFonts w:ascii="Arial" w:hAnsi="Arial" w:cs="Helvetica"/>
          <w:vertAlign w:val="superscript"/>
        </w:rPr>
        <w:t>rd</w:t>
      </w:r>
      <w:r w:rsidR="00D811F6" w:rsidRPr="000664FF">
        <w:rPr>
          <w:rFonts w:ascii="Arial" w:hAnsi="Arial" w:cs="Helvetica"/>
        </w:rPr>
        <w:t>,</w:t>
      </w:r>
      <w:r w:rsidR="005360F4" w:rsidRPr="000664FF">
        <w:rPr>
          <w:rFonts w:ascii="Arial" w:hAnsi="Arial" w:cs="Helvetica"/>
        </w:rPr>
        <w:t xml:space="preserve"> 2018</w:t>
      </w:r>
    </w:p>
    <w:p w14:paraId="63BD7BD9" w14:textId="401F30EC" w:rsidR="000D180B" w:rsidRPr="000664FF" w:rsidRDefault="00C67873" w:rsidP="0038379A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40" w:lineRule="auto"/>
        <w:rPr>
          <w:rFonts w:ascii="Helvetica" w:hAnsi="Helvetica" w:cs="Helvetica"/>
        </w:rPr>
      </w:pPr>
      <w:r w:rsidRPr="000664FF">
        <w:rPr>
          <w:rFonts w:ascii="Helvetica" w:hAnsi="Helvetica" w:cs="Helvetica"/>
        </w:rPr>
        <w:t xml:space="preserve">Dear </w:t>
      </w:r>
      <w:r w:rsidR="000664FF" w:rsidRPr="000664FF">
        <w:rPr>
          <w:rFonts w:ascii="Helvetica" w:hAnsi="Helvetica" w:cs="Helvetica"/>
        </w:rPr>
        <w:t>Dr. Steindel</w:t>
      </w:r>
      <w:r w:rsidR="00BD2265" w:rsidRPr="000664FF">
        <w:rPr>
          <w:rFonts w:ascii="Helvetica" w:hAnsi="Helvetica" w:cs="Helvetica"/>
        </w:rPr>
        <w:t>:</w:t>
      </w:r>
    </w:p>
    <w:p w14:paraId="421DACD2" w14:textId="07A4A27B" w:rsidR="00EF31EC" w:rsidRDefault="002E4341" w:rsidP="00EA6AC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120" w:line="240" w:lineRule="auto"/>
        <w:jc w:val="both"/>
        <w:rPr>
          <w:rFonts w:ascii="Helvetica" w:hAnsi="Helvetica" w:cs="Helvetica"/>
          <w:lang w:val="en-US"/>
        </w:rPr>
      </w:pPr>
      <w:r w:rsidRPr="009B17A4">
        <w:rPr>
          <w:rFonts w:ascii="Helvetica" w:hAnsi="Helvetica" w:cs="Helvetica"/>
          <w:lang w:val="en-US"/>
        </w:rPr>
        <w:t>w</w:t>
      </w:r>
      <w:r w:rsidR="00EA6AC4" w:rsidRPr="009B17A4">
        <w:rPr>
          <w:rFonts w:ascii="Helvetica" w:hAnsi="Helvetica" w:cs="Helvetica"/>
          <w:lang w:val="en-US"/>
        </w:rPr>
        <w:t xml:space="preserve">e hereby submit </w:t>
      </w:r>
      <w:r w:rsidR="00EF31EC">
        <w:rPr>
          <w:rFonts w:ascii="Helvetica" w:hAnsi="Helvetica" w:cs="Helvetica"/>
          <w:lang w:val="en-US"/>
        </w:rPr>
        <w:t>our</w:t>
      </w:r>
      <w:r w:rsidR="00EA6AC4" w:rsidRPr="009B17A4">
        <w:rPr>
          <w:rFonts w:ascii="Helvetica" w:hAnsi="Helvetica" w:cs="Helvetica"/>
          <w:lang w:val="en-US"/>
        </w:rPr>
        <w:t xml:space="preserve"> </w:t>
      </w:r>
      <w:r w:rsidR="00D811F6">
        <w:rPr>
          <w:rFonts w:ascii="Helvetica" w:hAnsi="Helvetica" w:cs="Helvetica"/>
          <w:lang w:val="en-US"/>
        </w:rPr>
        <w:t xml:space="preserve">revised </w:t>
      </w:r>
      <w:r w:rsidR="00EA6AC4" w:rsidRPr="009B17A4">
        <w:rPr>
          <w:rFonts w:ascii="Helvetica" w:hAnsi="Helvetica" w:cs="Helvetica"/>
          <w:lang w:val="en-US"/>
        </w:rPr>
        <w:t>manuscript entitled “</w:t>
      </w:r>
      <w:r w:rsidR="00EF31EC" w:rsidRPr="00EF31EC">
        <w:rPr>
          <w:lang w:val="en-US"/>
        </w:rPr>
        <w:t>Functional surface-immobilization of genes using multistep strand displacement lithography</w:t>
      </w:r>
      <w:r w:rsidR="00EA6AC4" w:rsidRPr="009B17A4">
        <w:rPr>
          <w:rFonts w:ascii="Helvetica" w:hAnsi="Helvetica" w:cs="Helvetica"/>
          <w:lang w:val="en-US"/>
        </w:rPr>
        <w:t>”</w:t>
      </w:r>
      <w:r w:rsidR="009B17A4">
        <w:rPr>
          <w:rFonts w:ascii="Helvetica" w:hAnsi="Helvetica" w:cs="Helvetica"/>
          <w:lang w:val="en-US"/>
        </w:rPr>
        <w:t xml:space="preserve"> </w:t>
      </w:r>
      <w:r w:rsidRPr="009B17A4">
        <w:rPr>
          <w:rFonts w:ascii="Helvetica" w:hAnsi="Helvetica" w:cs="Helvetica"/>
          <w:lang w:val="en-US"/>
        </w:rPr>
        <w:t xml:space="preserve">by </w:t>
      </w:r>
      <w:r w:rsidR="00EF31EC">
        <w:rPr>
          <w:rFonts w:ascii="Helvetica" w:hAnsi="Helvetica" w:cs="Helvetica"/>
          <w:lang w:val="en-US"/>
        </w:rPr>
        <w:t>Günther Pardatscher, Matthaeus Schwarz-Schilling, Sandra Sagredo</w:t>
      </w:r>
      <w:r w:rsidRPr="009B17A4">
        <w:rPr>
          <w:rFonts w:ascii="Helvetica" w:hAnsi="Helvetica" w:cs="Helvetica"/>
          <w:lang w:val="en-US"/>
        </w:rPr>
        <w:t xml:space="preserve"> and myself</w:t>
      </w:r>
      <w:r w:rsidR="00EA6AC4" w:rsidRPr="009B17A4">
        <w:rPr>
          <w:rFonts w:ascii="Helvetica" w:hAnsi="Helvetica" w:cs="Helvetica"/>
          <w:lang w:val="en-US"/>
        </w:rPr>
        <w:t xml:space="preserve"> to </w:t>
      </w:r>
      <w:r w:rsidR="00EF31EC">
        <w:rPr>
          <w:rFonts w:ascii="Helvetica" w:hAnsi="Helvetica" w:cs="Helvetica"/>
          <w:i/>
          <w:iCs/>
          <w:lang w:val="en-US"/>
        </w:rPr>
        <w:t>JoVE</w:t>
      </w:r>
      <w:r w:rsidR="00D811F6">
        <w:rPr>
          <w:rFonts w:ascii="Helvetica" w:hAnsi="Helvetica" w:cs="Helvetica"/>
          <w:lang w:val="en-US"/>
        </w:rPr>
        <w:t>, in which all of the referee comments and editorial requests were addressed.</w:t>
      </w:r>
    </w:p>
    <w:p w14:paraId="04A847EF" w14:textId="75CAC315" w:rsidR="00D811F6" w:rsidRDefault="00D811F6" w:rsidP="00EA6AC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120" w:line="240" w:lineRule="auto"/>
        <w:jc w:val="both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We hope that the paper can be accepted in this form and we look forward to filming our protocol on-site,</w:t>
      </w:r>
    </w:p>
    <w:p w14:paraId="6C059141" w14:textId="77777777" w:rsidR="00EF31EC" w:rsidRPr="00EA6AC4" w:rsidRDefault="00EF31EC" w:rsidP="00EA6AC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120" w:line="240" w:lineRule="auto"/>
        <w:jc w:val="both"/>
        <w:rPr>
          <w:rFonts w:ascii="Helvetica" w:hAnsi="Helvetica" w:cs="Helvetica"/>
          <w:lang w:val="en-US"/>
        </w:rPr>
      </w:pPr>
    </w:p>
    <w:p w14:paraId="2CA24B46" w14:textId="692E7C31" w:rsidR="00EF31EC" w:rsidRPr="00EA6AC4" w:rsidRDefault="00EF31EC" w:rsidP="00EA6AC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120" w:line="240" w:lineRule="auto"/>
        <w:jc w:val="both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w</w:t>
      </w:r>
      <w:r w:rsidR="002E4341">
        <w:rPr>
          <w:rFonts w:ascii="Helvetica" w:hAnsi="Helvetica" w:cs="Helvetica"/>
          <w:lang w:val="en-US"/>
        </w:rPr>
        <w:t>ith best wishes</w:t>
      </w:r>
      <w:r w:rsidR="00EA6AC4" w:rsidRPr="00EA6AC4">
        <w:rPr>
          <w:rFonts w:ascii="Helvetica" w:hAnsi="Helvetica" w:cs="Helvetica"/>
          <w:lang w:val="en-US"/>
        </w:rPr>
        <w:t>,</w:t>
      </w:r>
    </w:p>
    <w:p w14:paraId="32867550" w14:textId="7F50DF27" w:rsidR="00707A59" w:rsidRPr="00EA6AC4" w:rsidRDefault="00707A59" w:rsidP="00064228">
      <w:pPr>
        <w:spacing w:line="360" w:lineRule="auto"/>
        <w:outlineLvl w:val="0"/>
        <w:rPr>
          <w:rFonts w:ascii="Helvetica" w:hAnsi="Helvetica"/>
          <w:lang w:val="en-US"/>
        </w:rPr>
      </w:pPr>
      <w:r>
        <w:rPr>
          <w:rFonts w:ascii="Helvetica" w:hAnsi="Helvetica"/>
          <w:noProof/>
          <w:lang w:eastAsia="de-DE"/>
        </w:rPr>
        <w:drawing>
          <wp:inline distT="0" distB="0" distL="0" distR="0" wp14:anchorId="5A7F5208" wp14:editId="21D6939A">
            <wp:extent cx="2275840" cy="406400"/>
            <wp:effectExtent l="0" t="0" r="10160" b="0"/>
            <wp:docPr id="6" name="Bild 6" descr="Macintosh HD:Users:Fritz:Documents:Fritz:Bewerbungen_Fritz:old:Old_Allgemein: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Fritz:Documents:Fritz:Bewerbungen_Fritz:old:Old_Allgemein:signatur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84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6AC4" w:rsidRPr="00EA6AC4">
        <w:rPr>
          <w:rFonts w:ascii="Helvetica" w:hAnsi="Helvetica"/>
          <w:lang w:val="en-US"/>
        </w:rPr>
        <w:t xml:space="preserve">         </w:t>
      </w:r>
    </w:p>
    <w:p w14:paraId="0106CDDD" w14:textId="7BF4F8A3" w:rsidR="00EA6AC4" w:rsidRDefault="00B71985" w:rsidP="00EA6AC4">
      <w:pPr>
        <w:pStyle w:val="Datum"/>
        <w:spacing w:line="360" w:lineRule="auto"/>
        <w:jc w:val="both"/>
        <w:rPr>
          <w:rFonts w:ascii="Helvetica" w:hAnsi="Helvetica" w:cs="Helvetica"/>
          <w:lang w:val="en-US"/>
        </w:rPr>
      </w:pPr>
      <w:r w:rsidRPr="00EA6AC4">
        <w:rPr>
          <w:rFonts w:ascii="Helvetica" w:hAnsi="Helvetica" w:cs="Helvetica"/>
          <w:lang w:val="en-US"/>
        </w:rPr>
        <w:t>Friedrich C. Simmel</w:t>
      </w:r>
      <w:r w:rsidR="00EA6AC4" w:rsidRPr="00EA6AC4">
        <w:rPr>
          <w:rFonts w:ascii="Helvetica" w:hAnsi="Helvetica" w:cs="Helvetica"/>
          <w:lang w:val="en-US"/>
        </w:rPr>
        <w:tab/>
      </w:r>
      <w:r w:rsidR="00EA6AC4" w:rsidRPr="00EA6AC4">
        <w:rPr>
          <w:rFonts w:ascii="Helvetica" w:hAnsi="Helvetica" w:cs="Helvetica"/>
          <w:lang w:val="en-US"/>
        </w:rPr>
        <w:tab/>
      </w:r>
      <w:r w:rsidR="00EA6AC4" w:rsidRPr="00EA6AC4">
        <w:rPr>
          <w:rFonts w:ascii="Helvetica" w:hAnsi="Helvetica" w:cs="Helvetica"/>
          <w:lang w:val="en-US"/>
        </w:rPr>
        <w:tab/>
      </w:r>
    </w:p>
    <w:p w14:paraId="11B6EE49" w14:textId="77777777" w:rsidR="00BA12D7" w:rsidRPr="005665D0" w:rsidRDefault="00BA12D7" w:rsidP="00A22103">
      <w:pPr>
        <w:pStyle w:val="Betreff"/>
        <w:rPr>
          <w:b w:val="0"/>
          <w:lang w:val="en-US"/>
        </w:rPr>
      </w:pPr>
    </w:p>
    <w:p w14:paraId="47852350" w14:textId="2F73AA18" w:rsidR="00945B07" w:rsidRPr="00EA6AC4" w:rsidRDefault="00945B07" w:rsidP="00BD2265">
      <w:pPr>
        <w:pStyle w:val="Datum"/>
        <w:spacing w:line="360" w:lineRule="auto"/>
        <w:jc w:val="both"/>
        <w:rPr>
          <w:rFonts w:ascii="Helvetica" w:hAnsi="Helvetica" w:cs="Helvetica"/>
          <w:lang w:val="en-US"/>
        </w:rPr>
      </w:pPr>
    </w:p>
    <w:p w14:paraId="768238BC" w14:textId="77777777" w:rsidR="00B0000F" w:rsidRPr="00EA6AC4" w:rsidRDefault="00B0000F" w:rsidP="00B0000F">
      <w:pPr>
        <w:pStyle w:val="Betreff"/>
        <w:rPr>
          <w:lang w:val="en-US"/>
        </w:rPr>
      </w:pPr>
    </w:p>
    <w:p w14:paraId="0B55D75B" w14:textId="77777777" w:rsidR="00B0000F" w:rsidRPr="00EA6AC4" w:rsidRDefault="00B0000F" w:rsidP="00B0000F">
      <w:pPr>
        <w:pStyle w:val="Betreff"/>
        <w:rPr>
          <w:lang w:val="en-US"/>
        </w:rPr>
      </w:pPr>
    </w:p>
    <w:p w14:paraId="3ACDF1DD" w14:textId="58AEBEDA" w:rsidR="00064228" w:rsidRPr="00EA6AC4" w:rsidRDefault="00064228" w:rsidP="006F7CDF">
      <w:pPr>
        <w:pStyle w:val="Betreff"/>
        <w:rPr>
          <w:b w:val="0"/>
          <w:sz w:val="20"/>
          <w:szCs w:val="20"/>
          <w:lang w:val="en-US"/>
        </w:rPr>
      </w:pPr>
    </w:p>
    <w:sectPr w:rsidR="00064228" w:rsidRPr="00EA6AC4" w:rsidSect="001506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59" w:right="1134" w:bottom="1644" w:left="1418" w:header="1134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292951" w14:textId="77777777" w:rsidR="00B93110" w:rsidRDefault="00B93110" w:rsidP="00AD3E32">
      <w:pPr>
        <w:spacing w:after="0" w:line="240" w:lineRule="auto"/>
      </w:pPr>
      <w:r>
        <w:separator/>
      </w:r>
    </w:p>
    <w:p w14:paraId="7522FFDC" w14:textId="77777777" w:rsidR="00B93110" w:rsidRDefault="00B93110"/>
  </w:endnote>
  <w:endnote w:type="continuationSeparator" w:id="0">
    <w:p w14:paraId="5AAB8AE4" w14:textId="77777777" w:rsidR="00B93110" w:rsidRDefault="00B93110" w:rsidP="00AD3E32">
      <w:pPr>
        <w:spacing w:after="0" w:line="240" w:lineRule="auto"/>
      </w:pPr>
      <w:r>
        <w:continuationSeparator/>
      </w:r>
    </w:p>
    <w:p w14:paraId="01FC3AAD" w14:textId="77777777" w:rsidR="00B93110" w:rsidRDefault="00B931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F045F" w14:textId="77777777" w:rsidR="000A1C7B" w:rsidRDefault="000A1C7B">
    <w:pPr>
      <w:spacing w:after="0" w:line="240" w:lineRule="auto"/>
    </w:pPr>
  </w:p>
  <w:p w14:paraId="3EB76FD4" w14:textId="77777777" w:rsidR="000A1C7B" w:rsidRDefault="000A1C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961" w:type="dxa"/>
      <w:tblCellSpacing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single" w:sz="8" w:space="0" w:color="FFFFFF" w:themeColor="background1"/>
      </w:tblBorders>
      <w:tblCellMar>
        <w:left w:w="0" w:type="dxa"/>
        <w:right w:w="57" w:type="dxa"/>
      </w:tblCellMar>
      <w:tblLook w:val="04A0" w:firstRow="1" w:lastRow="0" w:firstColumn="1" w:lastColumn="0" w:noHBand="0" w:noVBand="1"/>
    </w:tblPr>
    <w:tblGrid>
      <w:gridCol w:w="2494"/>
      <w:gridCol w:w="112"/>
      <w:gridCol w:w="2494"/>
      <w:gridCol w:w="114"/>
      <w:gridCol w:w="2013"/>
      <w:gridCol w:w="114"/>
      <w:gridCol w:w="2013"/>
      <w:gridCol w:w="607"/>
    </w:tblGrid>
    <w:tr w:rsidR="000A1C7B" w14:paraId="17FF7386" w14:textId="77777777" w:rsidTr="001E3624">
      <w:trPr>
        <w:trHeight w:val="964"/>
        <w:tblCellSpacing w:w="0" w:type="dxa"/>
      </w:trPr>
      <w:tc>
        <w:tcPr>
          <w:tcW w:w="2494" w:type="dxa"/>
        </w:tcPr>
        <w:p w14:paraId="12DC323F" w14:textId="77777777" w:rsidR="000A1C7B" w:rsidRDefault="000A1C7B" w:rsidP="00170503">
          <w:pPr>
            <w:pStyle w:val="Fuzeile"/>
          </w:pPr>
        </w:p>
      </w:tc>
      <w:tc>
        <w:tcPr>
          <w:tcW w:w="112" w:type="dxa"/>
        </w:tcPr>
        <w:p w14:paraId="24805795" w14:textId="77777777" w:rsidR="000A1C7B" w:rsidRPr="001A6518" w:rsidRDefault="000A1C7B" w:rsidP="00170503">
          <w:pPr>
            <w:pStyle w:val="Fuzeile"/>
            <w:rPr>
              <w:rStyle w:val="Fett"/>
            </w:rPr>
          </w:pPr>
        </w:p>
      </w:tc>
      <w:tc>
        <w:tcPr>
          <w:tcW w:w="2494" w:type="dxa"/>
        </w:tcPr>
        <w:p w14:paraId="6AACA78C" w14:textId="77777777" w:rsidR="000A1C7B" w:rsidRDefault="000A1C7B" w:rsidP="00170503">
          <w:pPr>
            <w:pStyle w:val="Fuzeile"/>
          </w:pPr>
        </w:p>
      </w:tc>
      <w:tc>
        <w:tcPr>
          <w:tcW w:w="114" w:type="dxa"/>
        </w:tcPr>
        <w:p w14:paraId="7CA49D71" w14:textId="77777777" w:rsidR="000A1C7B" w:rsidRDefault="000A1C7B" w:rsidP="00170503">
          <w:pPr>
            <w:pStyle w:val="Fuzeile"/>
          </w:pPr>
        </w:p>
      </w:tc>
      <w:tc>
        <w:tcPr>
          <w:tcW w:w="2013" w:type="dxa"/>
        </w:tcPr>
        <w:p w14:paraId="5238F45B" w14:textId="77777777" w:rsidR="000A1C7B" w:rsidRDefault="000A1C7B" w:rsidP="00170503">
          <w:pPr>
            <w:pStyle w:val="Fuzeile"/>
          </w:pPr>
        </w:p>
      </w:tc>
      <w:tc>
        <w:tcPr>
          <w:tcW w:w="114" w:type="dxa"/>
        </w:tcPr>
        <w:p w14:paraId="6E032E15" w14:textId="77777777" w:rsidR="000A1C7B" w:rsidRPr="00AD3E32" w:rsidRDefault="000A1C7B" w:rsidP="00170503">
          <w:pPr>
            <w:pStyle w:val="Fuzeile"/>
          </w:pPr>
        </w:p>
      </w:tc>
      <w:tc>
        <w:tcPr>
          <w:tcW w:w="2013" w:type="dxa"/>
        </w:tcPr>
        <w:p w14:paraId="0B0BD278" w14:textId="77777777" w:rsidR="000A1C7B" w:rsidRDefault="000A1C7B" w:rsidP="00170503">
          <w:pPr>
            <w:pStyle w:val="Fuzeile"/>
          </w:pPr>
        </w:p>
      </w:tc>
      <w:tc>
        <w:tcPr>
          <w:tcW w:w="607" w:type="dxa"/>
          <w:vAlign w:val="bottom"/>
        </w:tcPr>
        <w:p w14:paraId="5F95FC5D" w14:textId="77777777" w:rsidR="000A1C7B" w:rsidRPr="00AD3E32" w:rsidRDefault="000A1C7B" w:rsidP="00170503">
          <w:pPr>
            <w:pStyle w:val="Fuzeile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AA1BFF">
            <w:t>2</w:t>
          </w:r>
          <w:r>
            <w:fldChar w:fldCharType="end"/>
          </w:r>
          <w:r>
            <w:t>/</w:t>
          </w:r>
          <w:r w:rsidR="00B93110">
            <w:fldChar w:fldCharType="begin"/>
          </w:r>
          <w:r w:rsidR="00B93110">
            <w:instrText xml:space="preserve"> NUMPAGES   \* MERGEFORMAT </w:instrText>
          </w:r>
          <w:r w:rsidR="00B93110">
            <w:fldChar w:fldCharType="separate"/>
          </w:r>
          <w:r w:rsidR="00AA1BFF">
            <w:t>2</w:t>
          </w:r>
          <w:r w:rsidR="00B93110">
            <w:fldChar w:fldCharType="end"/>
          </w:r>
        </w:p>
      </w:tc>
    </w:tr>
  </w:tbl>
  <w:p w14:paraId="3DFF9932" w14:textId="77777777" w:rsidR="000A1C7B" w:rsidRPr="00BF5B9D" w:rsidRDefault="000A1C7B" w:rsidP="00BF5B9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201F3" w14:textId="77777777" w:rsidR="000A1C7B" w:rsidRDefault="000A1C7B" w:rsidP="00AD1673">
    <w:pPr>
      <w:pStyle w:val="Fuzeile"/>
    </w:pPr>
  </w:p>
  <w:tbl>
    <w:tblPr>
      <w:tblStyle w:val="Tabellenraster"/>
      <w:tblW w:w="99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single" w:sz="8" w:space="0" w:color="FFFFFF" w:themeColor="background1"/>
      </w:tblBorders>
      <w:tblLayout w:type="fixed"/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2494"/>
      <w:gridCol w:w="113"/>
      <w:gridCol w:w="2494"/>
      <w:gridCol w:w="113"/>
      <w:gridCol w:w="2013"/>
      <w:gridCol w:w="113"/>
      <w:gridCol w:w="2013"/>
      <w:gridCol w:w="607"/>
    </w:tblGrid>
    <w:tr w:rsidR="000A1C7B" w14:paraId="3434FB93" w14:textId="77777777" w:rsidTr="00FC520C">
      <w:trPr>
        <w:trHeight w:val="964"/>
      </w:trPr>
      <w:tc>
        <w:tcPr>
          <w:tcW w:w="2494" w:type="dxa"/>
          <w:shd w:val="clear" w:color="auto" w:fill="auto"/>
        </w:tcPr>
        <w:p w14:paraId="4AD1A23D" w14:textId="77777777" w:rsidR="000A1C7B" w:rsidRPr="007945C9" w:rsidRDefault="000A1C7B" w:rsidP="004642B4">
          <w:pPr>
            <w:pStyle w:val="Fuzeile"/>
            <w:rPr>
              <w:rStyle w:val="Fett"/>
            </w:rPr>
          </w:pPr>
          <w:r w:rsidRPr="007945C9">
            <w:rPr>
              <w:rStyle w:val="Fett"/>
            </w:rPr>
            <w:t>Technische Universität München</w:t>
          </w:r>
        </w:p>
        <w:p w14:paraId="6749EBA1" w14:textId="379C5120" w:rsidR="000A1C7B" w:rsidRDefault="000A1C7B" w:rsidP="004642B4">
          <w:pPr>
            <w:pStyle w:val="Fuzeile"/>
          </w:pPr>
          <w:r>
            <w:t>Physik Department &amp; ZNN</w:t>
          </w:r>
        </w:p>
        <w:p w14:paraId="19E167CB" w14:textId="3DA50673" w:rsidR="000A1C7B" w:rsidRDefault="000A1C7B" w:rsidP="00A06694">
          <w:pPr>
            <w:pStyle w:val="Fuzeile"/>
          </w:pPr>
          <w:r>
            <w:t>Lehrstuhl für Physik Synthetischer Biosysteme</w:t>
          </w:r>
        </w:p>
      </w:tc>
      <w:tc>
        <w:tcPr>
          <w:tcW w:w="113" w:type="dxa"/>
          <w:shd w:val="clear" w:color="auto" w:fill="auto"/>
        </w:tcPr>
        <w:p w14:paraId="77578439" w14:textId="77777777" w:rsidR="000A1C7B" w:rsidRPr="001A6518" w:rsidRDefault="000A1C7B" w:rsidP="004642B4">
          <w:pPr>
            <w:pStyle w:val="Fuzeile"/>
            <w:rPr>
              <w:rStyle w:val="Fett"/>
            </w:rPr>
          </w:pPr>
        </w:p>
      </w:tc>
      <w:tc>
        <w:tcPr>
          <w:tcW w:w="2494" w:type="dxa"/>
          <w:shd w:val="clear" w:color="auto" w:fill="auto"/>
        </w:tcPr>
        <w:p w14:paraId="737888B9" w14:textId="5147A208" w:rsidR="000A1C7B" w:rsidRPr="001A6518" w:rsidRDefault="000A1C7B" w:rsidP="004642B4">
          <w:pPr>
            <w:pStyle w:val="Fuzeile"/>
            <w:rPr>
              <w:rStyle w:val="Fett"/>
            </w:rPr>
          </w:pPr>
          <w:r>
            <w:rPr>
              <w:rStyle w:val="Fett"/>
            </w:rPr>
            <w:t>Professor Friedrich C. Simmel</w:t>
          </w:r>
        </w:p>
        <w:p w14:paraId="72221186" w14:textId="1870AD37" w:rsidR="000A1C7B" w:rsidRDefault="000A1C7B" w:rsidP="004642B4">
          <w:pPr>
            <w:pStyle w:val="Fuzeile"/>
          </w:pPr>
          <w:r>
            <w:t>Am Coulombwall 4a</w:t>
          </w:r>
        </w:p>
        <w:p w14:paraId="20072650" w14:textId="01A23151" w:rsidR="000A1C7B" w:rsidRDefault="000A1C7B" w:rsidP="00994523">
          <w:pPr>
            <w:pStyle w:val="Fuzeile"/>
          </w:pPr>
          <w:r>
            <w:t>85748 Garching</w:t>
          </w:r>
        </w:p>
      </w:tc>
      <w:tc>
        <w:tcPr>
          <w:tcW w:w="113" w:type="dxa"/>
          <w:shd w:val="clear" w:color="auto" w:fill="auto"/>
        </w:tcPr>
        <w:p w14:paraId="4D557C71" w14:textId="77777777" w:rsidR="000A1C7B" w:rsidRDefault="000A1C7B" w:rsidP="004642B4">
          <w:pPr>
            <w:pStyle w:val="Fuzeile"/>
          </w:pPr>
        </w:p>
      </w:tc>
      <w:tc>
        <w:tcPr>
          <w:tcW w:w="2013" w:type="dxa"/>
          <w:shd w:val="clear" w:color="auto" w:fill="auto"/>
        </w:tcPr>
        <w:p w14:paraId="6393C96D" w14:textId="384AE8EB" w:rsidR="000A1C7B" w:rsidRPr="00637717" w:rsidRDefault="000A1C7B" w:rsidP="004642B4">
          <w:pPr>
            <w:pStyle w:val="Fuzeile"/>
            <w:rPr>
              <w:lang w:val="en-US"/>
            </w:rPr>
          </w:pPr>
          <w:r w:rsidRPr="00637717">
            <w:rPr>
              <w:lang w:val="en-US"/>
            </w:rPr>
            <w:t>Tel. 089 289 11611</w:t>
          </w:r>
        </w:p>
        <w:p w14:paraId="37A3344A" w14:textId="376E0FAD" w:rsidR="000A1C7B" w:rsidRPr="00637717" w:rsidRDefault="000A1C7B" w:rsidP="004642B4">
          <w:pPr>
            <w:pStyle w:val="Fuzeile"/>
            <w:rPr>
              <w:lang w:val="en-US"/>
            </w:rPr>
          </w:pPr>
          <w:r w:rsidRPr="00637717">
            <w:rPr>
              <w:lang w:val="en-US"/>
            </w:rPr>
            <w:t>Fax 089 289 11612</w:t>
          </w:r>
        </w:p>
        <w:p w14:paraId="0B19BE9F" w14:textId="77777777" w:rsidR="000A1C7B" w:rsidRPr="00637717" w:rsidRDefault="000A1C7B" w:rsidP="004642B4">
          <w:pPr>
            <w:pStyle w:val="Fuzeile"/>
            <w:rPr>
              <w:lang w:val="en-US"/>
            </w:rPr>
          </w:pPr>
        </w:p>
        <w:p w14:paraId="75B29507" w14:textId="37F6EE7B" w:rsidR="000A1C7B" w:rsidRPr="00637717" w:rsidRDefault="000A1C7B" w:rsidP="00C31AC5">
          <w:pPr>
            <w:pStyle w:val="Fuzeile"/>
            <w:rPr>
              <w:lang w:val="en-US"/>
            </w:rPr>
          </w:pPr>
          <w:r w:rsidRPr="00637717">
            <w:rPr>
              <w:lang w:val="en-US"/>
            </w:rPr>
            <w:t>simmel@tum.de</w:t>
          </w:r>
        </w:p>
        <w:p w14:paraId="5F0C2161" w14:textId="6A746FF8" w:rsidR="000A1C7B" w:rsidRPr="001E3624" w:rsidRDefault="000A1C7B" w:rsidP="00C31AC5">
          <w:pPr>
            <w:pStyle w:val="Fuzeile"/>
            <w:rPr>
              <w:lang w:val="en-US"/>
            </w:rPr>
          </w:pPr>
          <w:r>
            <w:rPr>
              <w:lang w:val="en-US"/>
            </w:rPr>
            <w:t>www.e14.ph.tum.de</w:t>
          </w:r>
        </w:p>
        <w:p w14:paraId="6F697F8B" w14:textId="77777777" w:rsidR="000A1C7B" w:rsidRPr="001E3624" w:rsidRDefault="000A1C7B" w:rsidP="00C31AC5">
          <w:pPr>
            <w:pStyle w:val="Fuzeile"/>
            <w:rPr>
              <w:lang w:val="en-US"/>
            </w:rPr>
          </w:pPr>
          <w:r w:rsidRPr="001E3624">
            <w:rPr>
              <w:lang w:val="en-US"/>
            </w:rPr>
            <w:t>www.tum.de</w:t>
          </w:r>
        </w:p>
      </w:tc>
      <w:tc>
        <w:tcPr>
          <w:tcW w:w="113" w:type="dxa"/>
          <w:shd w:val="clear" w:color="auto" w:fill="auto"/>
        </w:tcPr>
        <w:p w14:paraId="3D4EFA9F" w14:textId="77777777" w:rsidR="000A1C7B" w:rsidRPr="001E3624" w:rsidRDefault="000A1C7B" w:rsidP="004642B4">
          <w:pPr>
            <w:pStyle w:val="Fuzeile"/>
            <w:rPr>
              <w:lang w:val="en-US"/>
            </w:rPr>
          </w:pPr>
        </w:p>
      </w:tc>
      <w:tc>
        <w:tcPr>
          <w:tcW w:w="2013" w:type="dxa"/>
          <w:shd w:val="clear" w:color="auto" w:fill="auto"/>
        </w:tcPr>
        <w:p w14:paraId="19F17ACF" w14:textId="77777777" w:rsidR="000A1C7B" w:rsidRDefault="000A1C7B" w:rsidP="004642B4">
          <w:pPr>
            <w:pStyle w:val="Fuzeile"/>
          </w:pPr>
          <w:r>
            <w:t>Bayerische Landesbank</w:t>
          </w:r>
        </w:p>
        <w:p w14:paraId="600110E4" w14:textId="77777777" w:rsidR="000A1C7B" w:rsidRDefault="000A1C7B" w:rsidP="004642B4">
          <w:pPr>
            <w:pStyle w:val="Fuzeile"/>
          </w:pPr>
          <w:r>
            <w:t>IBAN-Nr.:</w:t>
          </w:r>
        </w:p>
        <w:p w14:paraId="23F1F5CA" w14:textId="77777777" w:rsidR="000A1C7B" w:rsidRDefault="000A1C7B" w:rsidP="004642B4">
          <w:pPr>
            <w:pStyle w:val="Fuzeile"/>
          </w:pPr>
          <w:r>
            <w:t>DE107005000000</w:t>
          </w:r>
          <w:r w:rsidRPr="00C31AC5">
            <w:t>0002</w:t>
          </w:r>
          <w:r>
            <w:t>4866</w:t>
          </w:r>
        </w:p>
        <w:p w14:paraId="146EFCA2" w14:textId="77777777" w:rsidR="000A1C7B" w:rsidRDefault="000A1C7B" w:rsidP="004642B4">
          <w:pPr>
            <w:pStyle w:val="Fuzeile"/>
          </w:pPr>
          <w:r>
            <w:t>BIC: BYLADEMM</w:t>
          </w:r>
        </w:p>
        <w:p w14:paraId="00DE99D0" w14:textId="77777777" w:rsidR="000A1C7B" w:rsidRDefault="000A1C7B" w:rsidP="004642B4">
          <w:pPr>
            <w:pStyle w:val="Fuzeile"/>
          </w:pPr>
          <w:r>
            <w:t>Steuer-Nr.: 143/241/80037</w:t>
          </w:r>
        </w:p>
        <w:p w14:paraId="76BF748F" w14:textId="77777777" w:rsidR="000A1C7B" w:rsidRDefault="000A1C7B" w:rsidP="004642B4">
          <w:pPr>
            <w:pStyle w:val="Fuzeile"/>
          </w:pPr>
          <w:r>
            <w:t>USt-IdNr.: DE811193231</w:t>
          </w:r>
        </w:p>
      </w:tc>
      <w:tc>
        <w:tcPr>
          <w:tcW w:w="607" w:type="dxa"/>
          <w:shd w:val="clear" w:color="auto" w:fill="auto"/>
          <w:vAlign w:val="bottom"/>
        </w:tcPr>
        <w:p w14:paraId="29E79467" w14:textId="77777777" w:rsidR="000A1C7B" w:rsidRPr="00AD3E32" w:rsidRDefault="000A1C7B" w:rsidP="004642B4">
          <w:pPr>
            <w:pStyle w:val="Fuzeile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AA1BFF">
            <w:t>1</w:t>
          </w:r>
          <w:r>
            <w:fldChar w:fldCharType="end"/>
          </w:r>
          <w:r>
            <w:t>/</w:t>
          </w:r>
          <w:r w:rsidR="00B93110">
            <w:fldChar w:fldCharType="begin"/>
          </w:r>
          <w:r w:rsidR="00B93110">
            <w:instrText xml:space="preserve"> NUMPAGES   \* MERGEFORMAT </w:instrText>
          </w:r>
          <w:r w:rsidR="00B93110">
            <w:fldChar w:fldCharType="separate"/>
          </w:r>
          <w:r w:rsidR="00AA1BFF">
            <w:t>2</w:t>
          </w:r>
          <w:r w:rsidR="00B93110">
            <w:fldChar w:fldCharType="end"/>
          </w:r>
        </w:p>
      </w:tc>
    </w:tr>
  </w:tbl>
  <w:p w14:paraId="6FA40D2B" w14:textId="77777777" w:rsidR="000A1C7B" w:rsidRDefault="000A1C7B" w:rsidP="00AD167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4B10AD" w14:textId="77777777" w:rsidR="00B93110" w:rsidRDefault="00B93110" w:rsidP="00AD3E32">
      <w:pPr>
        <w:spacing w:after="0" w:line="240" w:lineRule="auto"/>
      </w:pPr>
      <w:r>
        <w:separator/>
      </w:r>
    </w:p>
    <w:p w14:paraId="17CBA659" w14:textId="77777777" w:rsidR="00B93110" w:rsidRDefault="00B93110"/>
  </w:footnote>
  <w:footnote w:type="continuationSeparator" w:id="0">
    <w:p w14:paraId="37BA4036" w14:textId="77777777" w:rsidR="00B93110" w:rsidRDefault="00B93110" w:rsidP="00AD3E32">
      <w:pPr>
        <w:spacing w:after="0" w:line="240" w:lineRule="auto"/>
      </w:pPr>
      <w:r>
        <w:continuationSeparator/>
      </w:r>
    </w:p>
    <w:p w14:paraId="7F3E2790" w14:textId="77777777" w:rsidR="00B93110" w:rsidRDefault="00B931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85E4E" w14:textId="77777777" w:rsidR="000A1C7B" w:rsidRDefault="000A1C7B">
    <w:pPr>
      <w:spacing w:after="0" w:line="240" w:lineRule="auto"/>
    </w:pPr>
  </w:p>
  <w:p w14:paraId="223699A0" w14:textId="77777777" w:rsidR="000A1C7B" w:rsidRDefault="000A1C7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E981E" w14:textId="77777777" w:rsidR="000A1C7B" w:rsidRDefault="000A1C7B" w:rsidP="00AD1673">
    <w:pPr>
      <w:pStyle w:val="KopfzeileSeite2"/>
    </w:pPr>
    <w:r>
      <w:tab/>
    </w:r>
    <w:r>
      <w:tab/>
    </w:r>
    <w:r w:rsidRPr="00EF6975">
      <w:rPr>
        <w:noProof/>
        <w:lang w:eastAsia="de-DE"/>
      </w:rPr>
      <w:drawing>
        <wp:inline distT="0" distB="0" distL="0" distR="0" wp14:anchorId="74F6045E" wp14:editId="1D126F14">
          <wp:extent cx="682955" cy="360000"/>
          <wp:effectExtent l="19050" t="0" r="2845" b="0"/>
          <wp:docPr id="1" name="Grafik 0" descr="2015_NEU_Logo_TUM_RGB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5_NEU_Logo_TUM_RGB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2955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FE8A0" w14:textId="3770E117" w:rsidR="000A1C7B" w:rsidRPr="008E153F" w:rsidRDefault="000A1C7B" w:rsidP="008E153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73C1F84" wp14:editId="3D1A5D0F">
              <wp:simplePos x="0" y="0"/>
              <wp:positionH relativeFrom="page">
                <wp:posOffset>257175</wp:posOffset>
              </wp:positionH>
              <wp:positionV relativeFrom="page">
                <wp:posOffset>6912610</wp:posOffset>
              </wp:positionV>
              <wp:extent cx="71755" cy="0"/>
              <wp:effectExtent l="15875" t="16510" r="26670" b="21590"/>
              <wp:wrapNone/>
              <wp:docPr id="5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755" cy="0"/>
                      </a:xfrm>
                      <a:prstGeom prst="straightConnector1">
                        <a:avLst/>
                      </a:prstGeom>
                      <a:noFill/>
                      <a:ln w="381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19447AFB"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_x0020_6" o:spid="_x0000_s1026" type="#_x0000_t32" style="position:absolute;margin-left:20.25pt;margin-top:544.3pt;width:5.6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" strokeweight=".3pt"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891EF36" wp14:editId="40ACB072">
              <wp:simplePos x="0" y="0"/>
              <wp:positionH relativeFrom="page">
                <wp:posOffset>257175</wp:posOffset>
              </wp:positionH>
              <wp:positionV relativeFrom="page">
                <wp:posOffset>5346700</wp:posOffset>
              </wp:positionV>
              <wp:extent cx="71755" cy="0"/>
              <wp:effectExtent l="15875" t="12700" r="26670" b="25400"/>
              <wp:wrapNone/>
              <wp:docPr id="4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755" cy="0"/>
                      </a:xfrm>
                      <a:prstGeom prst="straightConnector1">
                        <a:avLst/>
                      </a:prstGeom>
                      <a:noFill/>
                      <a:ln w="381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1F4F6A8B" id="AutoShape_x0020_5" o:spid="_x0000_s1026" type="#_x0000_t32" style="position:absolute;margin-left:20.25pt;margin-top:421pt;width:5.6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" strokeweight=".3pt"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1929F71" wp14:editId="18D10116">
              <wp:simplePos x="0" y="0"/>
              <wp:positionH relativeFrom="page">
                <wp:posOffset>257175</wp:posOffset>
              </wp:positionH>
              <wp:positionV relativeFrom="page">
                <wp:posOffset>3132455</wp:posOffset>
              </wp:positionV>
              <wp:extent cx="71755" cy="0"/>
              <wp:effectExtent l="15875" t="8255" r="26670" b="29845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755" cy="0"/>
                      </a:xfrm>
                      <a:prstGeom prst="straightConnector1">
                        <a:avLst/>
                      </a:prstGeom>
                      <a:noFill/>
                      <a:ln w="381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08D87A78" id="AutoShape_x0020_4" o:spid="_x0000_s1026" type="#_x0000_t32" style="position:absolute;margin-left:20.25pt;margin-top:246.65pt;width:5.6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" strokeweight=".3pt">
              <w10:wrap anchorx="page" anchory="page"/>
            </v:shape>
          </w:pict>
        </mc:Fallback>
      </mc:AlternateContent>
    </w:r>
    <w:r w:rsidRPr="008E153F">
      <w:tab/>
    </w:r>
    <w:r w:rsidRPr="008E153F">
      <w:tab/>
    </w:r>
    <w:r w:rsidRPr="008E153F">
      <w:rPr>
        <w:noProof/>
        <w:lang w:eastAsia="de-DE"/>
      </w:rPr>
      <w:drawing>
        <wp:inline distT="0" distB="0" distL="0" distR="0" wp14:anchorId="50FB8E10" wp14:editId="5D85D7BF">
          <wp:extent cx="682955" cy="360000"/>
          <wp:effectExtent l="19050" t="0" r="2845" b="0"/>
          <wp:docPr id="2" name="Grafik 0" descr="2015_NEU_Logo_TUM_RGB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5_NEU_Logo_TUM_RGB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2955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1C1707"/>
    <w:multiLevelType w:val="hybridMultilevel"/>
    <w:tmpl w:val="B992903A"/>
    <w:lvl w:ilvl="0" w:tplc="64824B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445D5AD0"/>
    <w:multiLevelType w:val="hybridMultilevel"/>
    <w:tmpl w:val="078827F0"/>
    <w:lvl w:ilvl="0" w:tplc="BCEAEA5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attachedTemplate r:id="rId1"/>
  <w:stylePaneSortMethod w:val="00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 style="mso-position-horizontal-relative:page;mso-position-vertical-relative:page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2A1B"/>
    <w:rsid w:val="00001D0C"/>
    <w:rsid w:val="000027C3"/>
    <w:rsid w:val="00012A14"/>
    <w:rsid w:val="00022B3C"/>
    <w:rsid w:val="00025111"/>
    <w:rsid w:val="00032782"/>
    <w:rsid w:val="000368B0"/>
    <w:rsid w:val="000405AB"/>
    <w:rsid w:val="000416A4"/>
    <w:rsid w:val="00051716"/>
    <w:rsid w:val="000553B6"/>
    <w:rsid w:val="0005569D"/>
    <w:rsid w:val="00064228"/>
    <w:rsid w:val="000664FF"/>
    <w:rsid w:val="00070393"/>
    <w:rsid w:val="00072004"/>
    <w:rsid w:val="000774E9"/>
    <w:rsid w:val="000811B7"/>
    <w:rsid w:val="00091DF7"/>
    <w:rsid w:val="000A1C7B"/>
    <w:rsid w:val="000A6C59"/>
    <w:rsid w:val="000B242A"/>
    <w:rsid w:val="000B6A3D"/>
    <w:rsid w:val="000B71BE"/>
    <w:rsid w:val="000B7CAA"/>
    <w:rsid w:val="000D180B"/>
    <w:rsid w:val="000D3725"/>
    <w:rsid w:val="000D6725"/>
    <w:rsid w:val="000D78C8"/>
    <w:rsid w:val="000E0887"/>
    <w:rsid w:val="000E41B0"/>
    <w:rsid w:val="000E42DD"/>
    <w:rsid w:val="000F27BC"/>
    <w:rsid w:val="00101A49"/>
    <w:rsid w:val="00111A29"/>
    <w:rsid w:val="001234F3"/>
    <w:rsid w:val="00133CF5"/>
    <w:rsid w:val="001411FC"/>
    <w:rsid w:val="0014798D"/>
    <w:rsid w:val="00150625"/>
    <w:rsid w:val="00152A62"/>
    <w:rsid w:val="001630D3"/>
    <w:rsid w:val="00170503"/>
    <w:rsid w:val="0017324C"/>
    <w:rsid w:val="001777AB"/>
    <w:rsid w:val="00177CDA"/>
    <w:rsid w:val="001818D4"/>
    <w:rsid w:val="001829FE"/>
    <w:rsid w:val="00185295"/>
    <w:rsid w:val="00185755"/>
    <w:rsid w:val="001865F2"/>
    <w:rsid w:val="0018789F"/>
    <w:rsid w:val="001945AC"/>
    <w:rsid w:val="00197670"/>
    <w:rsid w:val="001A1885"/>
    <w:rsid w:val="001A486B"/>
    <w:rsid w:val="001A4F18"/>
    <w:rsid w:val="001A6518"/>
    <w:rsid w:val="001B140C"/>
    <w:rsid w:val="001C1787"/>
    <w:rsid w:val="001C3FD2"/>
    <w:rsid w:val="001D006E"/>
    <w:rsid w:val="001D06E5"/>
    <w:rsid w:val="001D4A25"/>
    <w:rsid w:val="001D77AA"/>
    <w:rsid w:val="001E3624"/>
    <w:rsid w:val="00203217"/>
    <w:rsid w:val="002155F5"/>
    <w:rsid w:val="00250AC8"/>
    <w:rsid w:val="0025216C"/>
    <w:rsid w:val="00277E8A"/>
    <w:rsid w:val="002835F8"/>
    <w:rsid w:val="002943E2"/>
    <w:rsid w:val="002A707D"/>
    <w:rsid w:val="002B584E"/>
    <w:rsid w:val="002C4AC4"/>
    <w:rsid w:val="002C6D16"/>
    <w:rsid w:val="002C750C"/>
    <w:rsid w:val="002D2702"/>
    <w:rsid w:val="002D56E9"/>
    <w:rsid w:val="002E036E"/>
    <w:rsid w:val="002E0B03"/>
    <w:rsid w:val="002E3A0E"/>
    <w:rsid w:val="002E4341"/>
    <w:rsid w:val="002F77EF"/>
    <w:rsid w:val="00303DD5"/>
    <w:rsid w:val="00313516"/>
    <w:rsid w:val="00313572"/>
    <w:rsid w:val="00322E1A"/>
    <w:rsid w:val="003251EE"/>
    <w:rsid w:val="0033068F"/>
    <w:rsid w:val="00332737"/>
    <w:rsid w:val="00344119"/>
    <w:rsid w:val="00350C3B"/>
    <w:rsid w:val="00363786"/>
    <w:rsid w:val="00363D14"/>
    <w:rsid w:val="00380166"/>
    <w:rsid w:val="00381B51"/>
    <w:rsid w:val="0038379A"/>
    <w:rsid w:val="00386008"/>
    <w:rsid w:val="003C0E07"/>
    <w:rsid w:val="003C45BA"/>
    <w:rsid w:val="003C551A"/>
    <w:rsid w:val="003C64D4"/>
    <w:rsid w:val="003C77A4"/>
    <w:rsid w:val="003D0122"/>
    <w:rsid w:val="003D43A0"/>
    <w:rsid w:val="003E111C"/>
    <w:rsid w:val="003E1773"/>
    <w:rsid w:val="003E789F"/>
    <w:rsid w:val="003F7BC2"/>
    <w:rsid w:val="00414AFA"/>
    <w:rsid w:val="00423157"/>
    <w:rsid w:val="0042528F"/>
    <w:rsid w:val="00425A63"/>
    <w:rsid w:val="00425AA6"/>
    <w:rsid w:val="00425CC4"/>
    <w:rsid w:val="00427E39"/>
    <w:rsid w:val="004313D1"/>
    <w:rsid w:val="004349E6"/>
    <w:rsid w:val="00445C72"/>
    <w:rsid w:val="004466CB"/>
    <w:rsid w:val="00451E5D"/>
    <w:rsid w:val="00452A2A"/>
    <w:rsid w:val="004602A3"/>
    <w:rsid w:val="0046341B"/>
    <w:rsid w:val="004642B4"/>
    <w:rsid w:val="00476CDA"/>
    <w:rsid w:val="00480094"/>
    <w:rsid w:val="00480EB7"/>
    <w:rsid w:val="00481501"/>
    <w:rsid w:val="00486FC1"/>
    <w:rsid w:val="00495045"/>
    <w:rsid w:val="00496377"/>
    <w:rsid w:val="004A601F"/>
    <w:rsid w:val="004A6C73"/>
    <w:rsid w:val="004C516D"/>
    <w:rsid w:val="004C57B7"/>
    <w:rsid w:val="004D0FB5"/>
    <w:rsid w:val="004D2558"/>
    <w:rsid w:val="004D4B2D"/>
    <w:rsid w:val="004F47AE"/>
    <w:rsid w:val="00503680"/>
    <w:rsid w:val="005125C4"/>
    <w:rsid w:val="00513E36"/>
    <w:rsid w:val="00516268"/>
    <w:rsid w:val="0052100E"/>
    <w:rsid w:val="005228CF"/>
    <w:rsid w:val="005276AC"/>
    <w:rsid w:val="00531C3A"/>
    <w:rsid w:val="005360F4"/>
    <w:rsid w:val="00536C96"/>
    <w:rsid w:val="00544508"/>
    <w:rsid w:val="00547510"/>
    <w:rsid w:val="00547F3F"/>
    <w:rsid w:val="00552B67"/>
    <w:rsid w:val="00564E8B"/>
    <w:rsid w:val="005665D0"/>
    <w:rsid w:val="005767EC"/>
    <w:rsid w:val="00583E14"/>
    <w:rsid w:val="005A3F20"/>
    <w:rsid w:val="005B4F74"/>
    <w:rsid w:val="005C78F5"/>
    <w:rsid w:val="005D1B05"/>
    <w:rsid w:val="005D50D8"/>
    <w:rsid w:val="005F08DB"/>
    <w:rsid w:val="005F14A2"/>
    <w:rsid w:val="005F6F96"/>
    <w:rsid w:val="00602E60"/>
    <w:rsid w:val="006143C3"/>
    <w:rsid w:val="00615093"/>
    <w:rsid w:val="00623AED"/>
    <w:rsid w:val="0063002F"/>
    <w:rsid w:val="00631C94"/>
    <w:rsid w:val="006331F0"/>
    <w:rsid w:val="0063452D"/>
    <w:rsid w:val="00637717"/>
    <w:rsid w:val="00637FE1"/>
    <w:rsid w:val="00643CC2"/>
    <w:rsid w:val="00645E6D"/>
    <w:rsid w:val="00646272"/>
    <w:rsid w:val="0065532D"/>
    <w:rsid w:val="006722B9"/>
    <w:rsid w:val="00672782"/>
    <w:rsid w:val="00675B7D"/>
    <w:rsid w:val="0069001C"/>
    <w:rsid w:val="00693E2F"/>
    <w:rsid w:val="006D0B9A"/>
    <w:rsid w:val="006D6D2B"/>
    <w:rsid w:val="006E3408"/>
    <w:rsid w:val="006E3D11"/>
    <w:rsid w:val="006F7CDF"/>
    <w:rsid w:val="007000E1"/>
    <w:rsid w:val="00705422"/>
    <w:rsid w:val="00707A59"/>
    <w:rsid w:val="007135AF"/>
    <w:rsid w:val="007146CB"/>
    <w:rsid w:val="007229A7"/>
    <w:rsid w:val="00724926"/>
    <w:rsid w:val="0073024E"/>
    <w:rsid w:val="00736D98"/>
    <w:rsid w:val="00737CAF"/>
    <w:rsid w:val="007425F0"/>
    <w:rsid w:val="00751086"/>
    <w:rsid w:val="0075723C"/>
    <w:rsid w:val="007622E8"/>
    <w:rsid w:val="00762820"/>
    <w:rsid w:val="007674B6"/>
    <w:rsid w:val="007710C4"/>
    <w:rsid w:val="007743E0"/>
    <w:rsid w:val="0078575F"/>
    <w:rsid w:val="00787D8B"/>
    <w:rsid w:val="00790060"/>
    <w:rsid w:val="007945C9"/>
    <w:rsid w:val="00796B2F"/>
    <w:rsid w:val="007A5F08"/>
    <w:rsid w:val="007B55E0"/>
    <w:rsid w:val="007C4DA5"/>
    <w:rsid w:val="007E4327"/>
    <w:rsid w:val="007E4E90"/>
    <w:rsid w:val="007F2B31"/>
    <w:rsid w:val="007F2C71"/>
    <w:rsid w:val="007F3F63"/>
    <w:rsid w:val="007F4D14"/>
    <w:rsid w:val="00805AB2"/>
    <w:rsid w:val="00810E39"/>
    <w:rsid w:val="00812895"/>
    <w:rsid w:val="0081309B"/>
    <w:rsid w:val="00816143"/>
    <w:rsid w:val="00821942"/>
    <w:rsid w:val="0083007E"/>
    <w:rsid w:val="008346C1"/>
    <w:rsid w:val="00841342"/>
    <w:rsid w:val="00857B4A"/>
    <w:rsid w:val="008612A7"/>
    <w:rsid w:val="00861D85"/>
    <w:rsid w:val="00871276"/>
    <w:rsid w:val="00873A19"/>
    <w:rsid w:val="00887378"/>
    <w:rsid w:val="008913FB"/>
    <w:rsid w:val="008951B2"/>
    <w:rsid w:val="00897D16"/>
    <w:rsid w:val="008A3CD6"/>
    <w:rsid w:val="008A4914"/>
    <w:rsid w:val="008B016F"/>
    <w:rsid w:val="008B0EDE"/>
    <w:rsid w:val="008B68B6"/>
    <w:rsid w:val="008C68FD"/>
    <w:rsid w:val="008D3200"/>
    <w:rsid w:val="008E153F"/>
    <w:rsid w:val="008E57EE"/>
    <w:rsid w:val="00901A66"/>
    <w:rsid w:val="00902702"/>
    <w:rsid w:val="00910F5D"/>
    <w:rsid w:val="009125B8"/>
    <w:rsid w:val="00925E5B"/>
    <w:rsid w:val="0093134A"/>
    <w:rsid w:val="00934133"/>
    <w:rsid w:val="00934552"/>
    <w:rsid w:val="0093486C"/>
    <w:rsid w:val="00940A45"/>
    <w:rsid w:val="00940EEC"/>
    <w:rsid w:val="0094593B"/>
    <w:rsid w:val="00945B07"/>
    <w:rsid w:val="00945F4A"/>
    <w:rsid w:val="0095523B"/>
    <w:rsid w:val="00967A03"/>
    <w:rsid w:val="00967A59"/>
    <w:rsid w:val="009731F6"/>
    <w:rsid w:val="009876AA"/>
    <w:rsid w:val="0098791F"/>
    <w:rsid w:val="00992629"/>
    <w:rsid w:val="00994523"/>
    <w:rsid w:val="00995885"/>
    <w:rsid w:val="00997E15"/>
    <w:rsid w:val="009A2AE7"/>
    <w:rsid w:val="009A7701"/>
    <w:rsid w:val="009B0755"/>
    <w:rsid w:val="009B17A4"/>
    <w:rsid w:val="009B1B82"/>
    <w:rsid w:val="009C2DB8"/>
    <w:rsid w:val="009D42A5"/>
    <w:rsid w:val="009D4DD1"/>
    <w:rsid w:val="009D7676"/>
    <w:rsid w:val="009E31B6"/>
    <w:rsid w:val="009F0A25"/>
    <w:rsid w:val="00A06694"/>
    <w:rsid w:val="00A1116B"/>
    <w:rsid w:val="00A15E03"/>
    <w:rsid w:val="00A22103"/>
    <w:rsid w:val="00A24481"/>
    <w:rsid w:val="00A318FC"/>
    <w:rsid w:val="00A352E0"/>
    <w:rsid w:val="00A4163B"/>
    <w:rsid w:val="00A44986"/>
    <w:rsid w:val="00A45FA2"/>
    <w:rsid w:val="00A46676"/>
    <w:rsid w:val="00A60DC2"/>
    <w:rsid w:val="00A64560"/>
    <w:rsid w:val="00A6631E"/>
    <w:rsid w:val="00A766DD"/>
    <w:rsid w:val="00A85AD2"/>
    <w:rsid w:val="00A87314"/>
    <w:rsid w:val="00A903B5"/>
    <w:rsid w:val="00A95B17"/>
    <w:rsid w:val="00AA0622"/>
    <w:rsid w:val="00AA1BFF"/>
    <w:rsid w:val="00AA587B"/>
    <w:rsid w:val="00AB0C88"/>
    <w:rsid w:val="00AB2D8E"/>
    <w:rsid w:val="00AC61B2"/>
    <w:rsid w:val="00AD1673"/>
    <w:rsid w:val="00AD39FF"/>
    <w:rsid w:val="00AD3E32"/>
    <w:rsid w:val="00AE7BEB"/>
    <w:rsid w:val="00AF1812"/>
    <w:rsid w:val="00B0000F"/>
    <w:rsid w:val="00B01EFA"/>
    <w:rsid w:val="00B16BC4"/>
    <w:rsid w:val="00B27939"/>
    <w:rsid w:val="00B30198"/>
    <w:rsid w:val="00B34BD8"/>
    <w:rsid w:val="00B35D5E"/>
    <w:rsid w:val="00B4040A"/>
    <w:rsid w:val="00B41F7E"/>
    <w:rsid w:val="00B50834"/>
    <w:rsid w:val="00B56B1A"/>
    <w:rsid w:val="00B63447"/>
    <w:rsid w:val="00B71985"/>
    <w:rsid w:val="00B72A1B"/>
    <w:rsid w:val="00B805A8"/>
    <w:rsid w:val="00B84A6F"/>
    <w:rsid w:val="00B93110"/>
    <w:rsid w:val="00B931F0"/>
    <w:rsid w:val="00B9524C"/>
    <w:rsid w:val="00BA12D7"/>
    <w:rsid w:val="00BA320D"/>
    <w:rsid w:val="00BA55A4"/>
    <w:rsid w:val="00BB1DDA"/>
    <w:rsid w:val="00BB2053"/>
    <w:rsid w:val="00BB498F"/>
    <w:rsid w:val="00BB6B8A"/>
    <w:rsid w:val="00BC5FF6"/>
    <w:rsid w:val="00BD2265"/>
    <w:rsid w:val="00BE793B"/>
    <w:rsid w:val="00BE7A06"/>
    <w:rsid w:val="00BF5B9D"/>
    <w:rsid w:val="00BF7EF1"/>
    <w:rsid w:val="00C0609C"/>
    <w:rsid w:val="00C13043"/>
    <w:rsid w:val="00C25400"/>
    <w:rsid w:val="00C25E8C"/>
    <w:rsid w:val="00C3049D"/>
    <w:rsid w:val="00C31AC5"/>
    <w:rsid w:val="00C60A9E"/>
    <w:rsid w:val="00C67873"/>
    <w:rsid w:val="00C721B7"/>
    <w:rsid w:val="00C7768D"/>
    <w:rsid w:val="00C90D6F"/>
    <w:rsid w:val="00C93E76"/>
    <w:rsid w:val="00CA152A"/>
    <w:rsid w:val="00CA242B"/>
    <w:rsid w:val="00CA6A18"/>
    <w:rsid w:val="00CA7D58"/>
    <w:rsid w:val="00CA7E41"/>
    <w:rsid w:val="00CC1906"/>
    <w:rsid w:val="00CC22FF"/>
    <w:rsid w:val="00CC30C4"/>
    <w:rsid w:val="00CE1C2B"/>
    <w:rsid w:val="00CE75AB"/>
    <w:rsid w:val="00CF5D87"/>
    <w:rsid w:val="00CF6556"/>
    <w:rsid w:val="00D006F3"/>
    <w:rsid w:val="00D21310"/>
    <w:rsid w:val="00D264C2"/>
    <w:rsid w:val="00D3056F"/>
    <w:rsid w:val="00D34968"/>
    <w:rsid w:val="00D4653D"/>
    <w:rsid w:val="00D66746"/>
    <w:rsid w:val="00D765AE"/>
    <w:rsid w:val="00D803F3"/>
    <w:rsid w:val="00D811F6"/>
    <w:rsid w:val="00D87A11"/>
    <w:rsid w:val="00D9719F"/>
    <w:rsid w:val="00DB57DD"/>
    <w:rsid w:val="00DB76CF"/>
    <w:rsid w:val="00DB7FEA"/>
    <w:rsid w:val="00DC05F9"/>
    <w:rsid w:val="00DC0600"/>
    <w:rsid w:val="00DC0D8B"/>
    <w:rsid w:val="00DC2113"/>
    <w:rsid w:val="00DC4B47"/>
    <w:rsid w:val="00DC78E3"/>
    <w:rsid w:val="00DD1F5B"/>
    <w:rsid w:val="00DD30A0"/>
    <w:rsid w:val="00DE113C"/>
    <w:rsid w:val="00DF2582"/>
    <w:rsid w:val="00DF3982"/>
    <w:rsid w:val="00E04398"/>
    <w:rsid w:val="00E11ABC"/>
    <w:rsid w:val="00E22013"/>
    <w:rsid w:val="00E271D3"/>
    <w:rsid w:val="00E34804"/>
    <w:rsid w:val="00E422E9"/>
    <w:rsid w:val="00E448F9"/>
    <w:rsid w:val="00E473FA"/>
    <w:rsid w:val="00E519FB"/>
    <w:rsid w:val="00E56CEB"/>
    <w:rsid w:val="00E60828"/>
    <w:rsid w:val="00E623D5"/>
    <w:rsid w:val="00E6722F"/>
    <w:rsid w:val="00E77E1C"/>
    <w:rsid w:val="00E85B03"/>
    <w:rsid w:val="00E94992"/>
    <w:rsid w:val="00EA0260"/>
    <w:rsid w:val="00EA5C44"/>
    <w:rsid w:val="00EA6AC4"/>
    <w:rsid w:val="00EB11DE"/>
    <w:rsid w:val="00EC4CED"/>
    <w:rsid w:val="00ED2D33"/>
    <w:rsid w:val="00ED390B"/>
    <w:rsid w:val="00EF31EC"/>
    <w:rsid w:val="00EF4227"/>
    <w:rsid w:val="00EF422E"/>
    <w:rsid w:val="00EF6975"/>
    <w:rsid w:val="00F07629"/>
    <w:rsid w:val="00F120F0"/>
    <w:rsid w:val="00F1453A"/>
    <w:rsid w:val="00F21864"/>
    <w:rsid w:val="00F22B8F"/>
    <w:rsid w:val="00F32B64"/>
    <w:rsid w:val="00F33BDA"/>
    <w:rsid w:val="00F3527B"/>
    <w:rsid w:val="00F3678A"/>
    <w:rsid w:val="00F40558"/>
    <w:rsid w:val="00F44901"/>
    <w:rsid w:val="00F4571F"/>
    <w:rsid w:val="00F65BE0"/>
    <w:rsid w:val="00F66585"/>
    <w:rsid w:val="00F73EEF"/>
    <w:rsid w:val="00F811A4"/>
    <w:rsid w:val="00F8702E"/>
    <w:rsid w:val="00F8743E"/>
    <w:rsid w:val="00F90150"/>
    <w:rsid w:val="00F960EA"/>
    <w:rsid w:val="00F97DE9"/>
    <w:rsid w:val="00FB0FE6"/>
    <w:rsid w:val="00FB2E00"/>
    <w:rsid w:val="00FC396A"/>
    <w:rsid w:val="00FC520C"/>
    <w:rsid w:val="00FC7DEF"/>
    <w:rsid w:val="00FD3E33"/>
    <w:rsid w:val="00FD6BD6"/>
    <w:rsid w:val="00FE20DF"/>
    <w:rsid w:val="00FF0CFD"/>
    <w:rsid w:val="00FF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style="mso-position-horizontal-relative:page;mso-position-vertical-relative:page"/>
    <o:shapelayout v:ext="edit">
      <o:idmap v:ext="edit" data="1"/>
    </o:shapelayout>
  </w:shapeDefaults>
  <w:decimalSymbol w:val="."/>
  <w:listSeparator w:val=";"/>
  <w14:docId w14:val="4CF22CE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qFormat="1"/>
    <w:lsdException w:name="Date" w:locked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locked="0" w:uiPriority="22" w:qFormat="1"/>
    <w:lsdException w:name="Emphasis" w:locked="0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locked="0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Standard">
    <w:name w:val="Normal"/>
    <w:uiPriority w:val="3"/>
    <w:semiHidden/>
    <w:qFormat/>
    <w:rsid w:val="00934133"/>
    <w:pPr>
      <w:spacing w:line="300" w:lineRule="exact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E153F"/>
    <w:pPr>
      <w:tabs>
        <w:tab w:val="center" w:pos="4536"/>
        <w:tab w:val="right" w:pos="935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153F"/>
  </w:style>
  <w:style w:type="paragraph" w:styleId="Fuzeile">
    <w:name w:val="footer"/>
    <w:basedOn w:val="Standard"/>
    <w:link w:val="FuzeileZchn"/>
    <w:uiPriority w:val="99"/>
    <w:qFormat/>
    <w:rsid w:val="004642B4"/>
    <w:pPr>
      <w:tabs>
        <w:tab w:val="center" w:pos="4536"/>
        <w:tab w:val="right" w:pos="9072"/>
      </w:tabs>
      <w:spacing w:after="0" w:line="160" w:lineRule="exact"/>
    </w:pPr>
    <w:rPr>
      <w:noProof/>
      <w:sz w:val="15"/>
    </w:rPr>
  </w:style>
  <w:style w:type="character" w:customStyle="1" w:styleId="FuzeileZchn">
    <w:name w:val="Fußzeile Zchn"/>
    <w:basedOn w:val="Absatz-Standardschriftart"/>
    <w:link w:val="Fuzeile"/>
    <w:uiPriority w:val="99"/>
    <w:rsid w:val="004642B4"/>
    <w:rPr>
      <w:noProof/>
      <w:sz w:val="15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AD3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D3E32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locked/>
    <w:rsid w:val="00AD3E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Absatz-Standardschriftart"/>
    <w:uiPriority w:val="99"/>
    <w:semiHidden/>
    <w:locked/>
    <w:rsid w:val="00AD3E32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"/>
    <w:qFormat/>
    <w:rsid w:val="007945C9"/>
    <w:rPr>
      <w:b/>
      <w:bCs/>
    </w:rPr>
  </w:style>
  <w:style w:type="paragraph" w:customStyle="1" w:styleId="Absender">
    <w:name w:val="Absender"/>
    <w:basedOn w:val="Standard"/>
    <w:qFormat/>
    <w:rsid w:val="00D006F3"/>
    <w:pPr>
      <w:spacing w:after="0" w:line="200" w:lineRule="exact"/>
    </w:pPr>
    <w:rPr>
      <w:noProof/>
      <w:sz w:val="15"/>
    </w:rPr>
  </w:style>
  <w:style w:type="paragraph" w:customStyle="1" w:styleId="Empfnger">
    <w:name w:val="Empfänger"/>
    <w:basedOn w:val="Standard"/>
    <w:qFormat/>
    <w:rsid w:val="00C25400"/>
    <w:pPr>
      <w:spacing w:before="80" w:after="240" w:line="280" w:lineRule="exact"/>
      <w:contextualSpacing/>
    </w:pPr>
    <w:rPr>
      <w:noProof/>
    </w:rPr>
  </w:style>
  <w:style w:type="character" w:styleId="Platzhaltertext">
    <w:name w:val="Placeholder Text"/>
    <w:basedOn w:val="Absatz-Standardschriftart"/>
    <w:uiPriority w:val="99"/>
    <w:semiHidden/>
    <w:locked/>
    <w:rsid w:val="00DF2582"/>
    <w:rPr>
      <w:color w:val="808080"/>
    </w:rPr>
  </w:style>
  <w:style w:type="paragraph" w:styleId="Datum">
    <w:name w:val="Date"/>
    <w:basedOn w:val="Standard"/>
    <w:next w:val="Betreff"/>
    <w:link w:val="DatumZchn"/>
    <w:rsid w:val="00C25400"/>
    <w:pPr>
      <w:spacing w:after="300"/>
    </w:pPr>
  </w:style>
  <w:style w:type="character" w:customStyle="1" w:styleId="DatumZchn">
    <w:name w:val="Datum Zchn"/>
    <w:basedOn w:val="Absatz-Standardschriftart"/>
    <w:link w:val="Datum"/>
    <w:rsid w:val="00C25400"/>
  </w:style>
  <w:style w:type="paragraph" w:customStyle="1" w:styleId="Betreff">
    <w:name w:val="Betreff"/>
    <w:basedOn w:val="Standard"/>
    <w:qFormat/>
    <w:rsid w:val="00344119"/>
    <w:pPr>
      <w:spacing w:after="600"/>
      <w:contextualSpacing/>
    </w:pPr>
    <w:rPr>
      <w:b/>
    </w:rPr>
  </w:style>
  <w:style w:type="paragraph" w:styleId="Textkrper">
    <w:name w:val="Body Text"/>
    <w:basedOn w:val="Standard"/>
    <w:link w:val="TextkrperZchn"/>
    <w:qFormat/>
    <w:rsid w:val="007000E1"/>
    <w:pPr>
      <w:spacing w:after="300"/>
    </w:pPr>
    <w:rPr>
      <w:rFonts w:ascii="ArialMT" w:hAnsi="ArialMT" w:cs="ArialMT"/>
    </w:rPr>
  </w:style>
  <w:style w:type="character" w:customStyle="1" w:styleId="TextkrperZchn">
    <w:name w:val="Textkörper Zchn"/>
    <w:basedOn w:val="Absatz-Standardschriftart"/>
    <w:link w:val="Textkrper"/>
    <w:uiPriority w:val="1"/>
    <w:rsid w:val="007000E1"/>
    <w:rPr>
      <w:rFonts w:ascii="ArialMT" w:hAnsi="ArialMT" w:cs="ArialMT"/>
    </w:rPr>
  </w:style>
  <w:style w:type="paragraph" w:customStyle="1" w:styleId="KopfzeileSeite2">
    <w:name w:val="Kopfzeile Seite 2"/>
    <w:basedOn w:val="Kopfzeile"/>
    <w:uiPriority w:val="3"/>
    <w:semiHidden/>
    <w:rsid w:val="000E42DD"/>
    <w:pPr>
      <w:spacing w:after="760"/>
    </w:pPr>
  </w:style>
  <w:style w:type="paragraph" w:customStyle="1" w:styleId="TextkrperBlocksatz">
    <w:name w:val="Textkörper Blocksatz"/>
    <w:basedOn w:val="Textkrper"/>
    <w:uiPriority w:val="3"/>
    <w:qFormat/>
    <w:rsid w:val="00DC78E3"/>
    <w:pPr>
      <w:jc w:val="both"/>
    </w:pPr>
  </w:style>
  <w:style w:type="character" w:styleId="NichtaufgelsteErwhnung">
    <w:name w:val="Unresolved Mention"/>
    <w:basedOn w:val="Absatz-Standardschriftart"/>
    <w:uiPriority w:val="99"/>
    <w:locked/>
    <w:rsid w:val="0075723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544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31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3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2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361691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421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239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943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40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8745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1875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291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4124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52205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882716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9058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70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5617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6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81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63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982869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4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62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503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9372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731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454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818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88777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1521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3116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895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2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FritzUser:Documents:Fritz:TUM:E14:TUM_Briefpapier_kurzer_Fuss_w_v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E1C3AE4E7141B44B955770F6762D7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35725D-8527-DF4D-ABE1-6613B6F324D3}"/>
      </w:docPartPr>
      <w:docPartBody>
        <w:p w:rsidR="00B55783" w:rsidRDefault="009D5B88" w:rsidP="00B55783">
          <w:pPr>
            <w:pStyle w:val="Empfnger"/>
          </w:pPr>
          <w:r>
            <w:t>Fa. Muster Mechanik</w:t>
          </w:r>
        </w:p>
        <w:p w:rsidR="00B55783" w:rsidRDefault="009D5B88" w:rsidP="00B55783">
          <w:pPr>
            <w:pStyle w:val="Empfnger"/>
          </w:pPr>
          <w:r>
            <w:t>Herrn Max Mustermann</w:t>
          </w:r>
        </w:p>
        <w:p w:rsidR="00B55783" w:rsidRDefault="009D5B88" w:rsidP="00B55783">
          <w:pPr>
            <w:pStyle w:val="Empfnger"/>
          </w:pPr>
          <w:r>
            <w:t>Musterstraße 12</w:t>
          </w:r>
        </w:p>
        <w:p w:rsidR="00B55783" w:rsidRDefault="009D5B88" w:rsidP="00B55783">
          <w:pPr>
            <w:pStyle w:val="Empfnger"/>
          </w:pPr>
          <w:r>
            <w:t>12345 München</w:t>
          </w:r>
        </w:p>
        <w:p w:rsidR="00B55783" w:rsidRDefault="00B55783" w:rsidP="00B55783">
          <w:pPr>
            <w:pStyle w:val="Empfnger"/>
          </w:pPr>
        </w:p>
        <w:p w:rsidR="006548F7" w:rsidRDefault="009D5B88">
          <w:pPr>
            <w:pStyle w:val="3E1C3AE4E7141B44B955770F6762D7ED"/>
          </w:pPr>
          <w:r>
            <w:t>Adressfeld mit bis zu 6 Zeilen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5B88"/>
    <w:rsid w:val="00012331"/>
    <w:rsid w:val="00012D18"/>
    <w:rsid w:val="001506AF"/>
    <w:rsid w:val="00163CD7"/>
    <w:rsid w:val="001918BF"/>
    <w:rsid w:val="00241679"/>
    <w:rsid w:val="00282B92"/>
    <w:rsid w:val="002C3893"/>
    <w:rsid w:val="00374432"/>
    <w:rsid w:val="004220BC"/>
    <w:rsid w:val="00427893"/>
    <w:rsid w:val="004A18C6"/>
    <w:rsid w:val="004C0499"/>
    <w:rsid w:val="0053665B"/>
    <w:rsid w:val="00594EDC"/>
    <w:rsid w:val="005B4120"/>
    <w:rsid w:val="005F790C"/>
    <w:rsid w:val="00634160"/>
    <w:rsid w:val="006548F7"/>
    <w:rsid w:val="006A00A2"/>
    <w:rsid w:val="00717C7D"/>
    <w:rsid w:val="007B61DA"/>
    <w:rsid w:val="007F6D46"/>
    <w:rsid w:val="008405F2"/>
    <w:rsid w:val="00904C3F"/>
    <w:rsid w:val="00911A5B"/>
    <w:rsid w:val="009D5B88"/>
    <w:rsid w:val="00B11641"/>
    <w:rsid w:val="00B55783"/>
    <w:rsid w:val="00C10D2B"/>
    <w:rsid w:val="00C53845"/>
    <w:rsid w:val="00D04367"/>
    <w:rsid w:val="00D563F3"/>
    <w:rsid w:val="00DA4008"/>
    <w:rsid w:val="00E76C3F"/>
    <w:rsid w:val="00EE6F79"/>
    <w:rsid w:val="00F95C79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mpfnger">
    <w:name w:val="Empfänger"/>
    <w:basedOn w:val="Standard"/>
    <w:qFormat/>
    <w:pPr>
      <w:spacing w:before="80" w:after="240" w:line="280" w:lineRule="exact"/>
      <w:contextualSpacing/>
    </w:pPr>
    <w:rPr>
      <w:rFonts w:eastAsiaTheme="minorHAnsi"/>
      <w:noProof/>
      <w:sz w:val="22"/>
      <w:szCs w:val="22"/>
      <w:lang w:eastAsia="en-US"/>
    </w:rPr>
  </w:style>
  <w:style w:type="paragraph" w:customStyle="1" w:styleId="3E1C3AE4E7141B44B955770F6762D7ED">
    <w:name w:val="3E1C3AE4E7141B44B955770F6762D7ED"/>
  </w:style>
  <w:style w:type="paragraph" w:customStyle="1" w:styleId="EE280FCA4A955449BEC3580A167C1CEC">
    <w:name w:val="EE280FCA4A955449BEC3580A167C1CEC"/>
  </w:style>
  <w:style w:type="paragraph" w:customStyle="1" w:styleId="9F9E9A864DAD314890154E044A10114B">
    <w:name w:val="9F9E9A864DAD314890154E044A10114B"/>
  </w:style>
  <w:style w:type="paragraph" w:customStyle="1" w:styleId="6A3273C04319714A88C8238807B4FCC4">
    <w:name w:val="6A3273C04319714A88C8238807B4FC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Larissa-Design">
  <a:themeElements>
    <a:clrScheme name="TUM">
      <a:dk1>
        <a:sysClr val="windowText" lastClr="000000"/>
      </a:dk1>
      <a:lt1>
        <a:sysClr val="window" lastClr="FFFFFF"/>
      </a:lt1>
      <a:dk2>
        <a:srgbClr val="003359"/>
      </a:dk2>
      <a:lt2>
        <a:srgbClr val="0065BD"/>
      </a:lt2>
      <a:accent1>
        <a:srgbClr val="005293"/>
      </a:accent1>
      <a:accent2>
        <a:srgbClr val="64A0C8"/>
      </a:accent2>
      <a:accent3>
        <a:srgbClr val="98C6EA"/>
      </a:accent3>
      <a:accent4>
        <a:srgbClr val="A2AD00"/>
      </a:accent4>
      <a:accent5>
        <a:srgbClr val="E37222"/>
      </a:accent5>
      <a:accent6>
        <a:srgbClr val="DAD7CB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Macintosh%20HD:Users:FritzUser:Documents:Fritz:TUM:E14:TUM_Briefpapier_kurzer_Fuss_w_v1.dotx</Template>
  <TotalTime>0</TotalTime>
  <Pages>1</Pages>
  <Words>97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@Fakultät@-Briefvorlage</vt:lpstr>
    </vt:vector>
  </TitlesOfParts>
  <Company>-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@Fakultät@-Briefvorlage</dc:title>
  <dc:creator>Microsoft Office-Anwender</dc:creator>
  <dc:description>Rechteinhaber: Technische Universität München, https://www.tum.de
Gestaltung: ediundsepp Gestaltungsgesellschaft, München, http://www.ediundsepp.de
Technische Umsetzung: eWorks GmbH, Frankfurt am Main, http://www.eworks.de</dc:description>
  <cp:lastModifiedBy>Friedrich Simmel</cp:lastModifiedBy>
  <cp:revision>120</cp:revision>
  <cp:lastPrinted>2017-11-08T16:20:00Z</cp:lastPrinted>
  <dcterms:created xsi:type="dcterms:W3CDTF">2017-06-14T08:04:00Z</dcterms:created>
  <dcterms:modified xsi:type="dcterms:W3CDTF">2018-08-03T14:44:00Z</dcterms:modified>
</cp:coreProperties>
</file>